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5F7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8689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 Manipulatives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5F72FA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Food ads</w:t>
            </w:r>
          </w:p>
        </w:tc>
        <w:tc>
          <w:tcPr>
            <w:tcW w:w="5496" w:type="dxa"/>
            <w:gridSpan w:val="2"/>
          </w:tcPr>
          <w:p w:rsidR="00C236E2" w:rsidRDefault="0010702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Fact Family</w:t>
            </w:r>
          </w:p>
          <w:p w:rsidR="00D85633" w:rsidRPr="008C13D7" w:rsidRDefault="00D85633" w:rsidP="00A86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E026A3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are planning a meal for your family by choosing 2 items to buy from an ad.  How can you figure out how much it costs without base 10 </w:t>
            </w:r>
            <w:proofErr w:type="gramStart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blocks.</w:t>
            </w:r>
            <w:proofErr w:type="gramEnd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D85633" w:rsidRPr="00C236E2" w:rsidRDefault="00413321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asks students “If we didn’t have base 10 blocks to use to ad, what </w:t>
            </w:r>
            <w:proofErr w:type="gramStart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could we</w:t>
            </w:r>
            <w:proofErr w:type="gramEnd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do?”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share strategies.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explains that today students will be drawing pictures to help them ad.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  <w:bookmarkStart w:id="0" w:name="_GoBack"/>
            <w:bookmarkEnd w:id="0"/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students assist in drawing a model for 47 + 18.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what could be done with the 7 and 8 ones and guides students to und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erstand that 10 could be circled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1 ten with 5 ones left over.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tells students that they will use flats for dollars and rods and units for cents.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students how she could check her answer and </w:t>
            </w:r>
            <w:r w:rsidR="005F72FA" w:rsidRPr="005F72F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hopefully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say through subtraction.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F72FA" w:rsidRPr="00E026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 with partners to 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add $2.95 + $1.39 and check with subtraction (strategy:  pictures)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E3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Students complete task from hook.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82A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:  Does anyone know another strategy besides pictures or base 10 blocks?  Allow students to share.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E30904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Money or Invented Strategy</w:t>
            </w:r>
          </w:p>
        </w:tc>
        <w:tc>
          <w:tcPr>
            <w:tcW w:w="3672" w:type="dxa"/>
            <w:gridSpan w:val="3"/>
          </w:tcPr>
          <w:p w:rsidR="00E30904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work with Partners</w:t>
            </w:r>
          </w:p>
          <w:p w:rsidR="00E30904" w:rsidRPr="00CE7680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for those who need it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Pr="00CE7680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93D99"/>
    <w:rsid w:val="00107023"/>
    <w:rsid w:val="00136CB3"/>
    <w:rsid w:val="00224A5F"/>
    <w:rsid w:val="00274ACD"/>
    <w:rsid w:val="0028190D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B401D"/>
    <w:rsid w:val="008C13D7"/>
    <w:rsid w:val="009A1589"/>
    <w:rsid w:val="009A4A38"/>
    <w:rsid w:val="009B085C"/>
    <w:rsid w:val="00A35523"/>
    <w:rsid w:val="00A67FA5"/>
    <w:rsid w:val="00A8689F"/>
    <w:rsid w:val="00B51CA8"/>
    <w:rsid w:val="00B82ADE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026A3"/>
    <w:rsid w:val="00E30904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0FC32-90D8-42C8-A092-0E2C4F89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2012-07-17T23:38:00Z</dcterms:created>
  <dcterms:modified xsi:type="dcterms:W3CDTF">2012-07-18T13:54:00Z</dcterms:modified>
</cp:coreProperties>
</file>